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1537" w:rsidRDefault="00541537" w:rsidP="00D57C67">
      <w:pPr>
        <w:spacing w:afterLines="50"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541537" w:rsidRPr="00E5717B" w:rsidRDefault="00541537" w:rsidP="00D57C67">
      <w:pPr>
        <w:pStyle w:val="1"/>
        <w:spacing w:afterLines="50" w:line="600" w:lineRule="exact"/>
        <w:ind w:firstLineChars="0" w:firstLine="0"/>
        <w:jc w:val="center"/>
        <w:rPr>
          <w:rFonts w:ascii="方正小标宋简体" w:eastAsia="方正小标宋简体" w:hAnsi="方正小标宋_GBK" w:cs="方正小标宋_GBK"/>
          <w:bCs/>
          <w:sz w:val="40"/>
          <w:szCs w:val="40"/>
        </w:rPr>
      </w:pPr>
      <w:r w:rsidRPr="00E5717B">
        <w:rPr>
          <w:rFonts w:ascii="方正小标宋简体" w:eastAsia="方正小标宋简体" w:hAnsi="方正小标宋_GBK" w:cs="方正小标宋_GBK" w:hint="eastAsia"/>
          <w:bCs/>
          <w:sz w:val="40"/>
          <w:szCs w:val="40"/>
        </w:rPr>
        <w:t>省级数字农业创新应用项目储备申报表</w:t>
      </w:r>
    </w:p>
    <w:tbl>
      <w:tblPr>
        <w:tblW w:w="8963" w:type="dxa"/>
        <w:jc w:val="center"/>
        <w:tblLook w:val="0000"/>
      </w:tblPr>
      <w:tblGrid>
        <w:gridCol w:w="2045"/>
        <w:gridCol w:w="3455"/>
        <w:gridCol w:w="3074"/>
        <w:gridCol w:w="389"/>
      </w:tblGrid>
      <w:tr w:rsidR="00541537" w:rsidTr="00EA3B81">
        <w:trPr>
          <w:gridAfter w:val="1"/>
          <w:wAfter w:w="389" w:type="dxa"/>
          <w:trHeight w:val="614"/>
          <w:jc w:val="center"/>
        </w:trPr>
        <w:tc>
          <w:tcPr>
            <w:tcW w:w="857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:rsidR="00541537" w:rsidRDefault="00541537" w:rsidP="00EA3B81">
            <w:pPr>
              <w:spacing w:line="40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企业名称（公章）：</w:t>
            </w:r>
            <w:r>
              <w:rPr>
                <w:rFonts w:ascii="仿宋_GB2312" w:eastAsia="仿宋_GB2312" w:cs="宋体"/>
                <w:sz w:val="24"/>
              </w:rPr>
              <w:t xml:space="preserve">                </w:t>
            </w:r>
            <w:r>
              <w:rPr>
                <w:rFonts w:ascii="仿宋_GB2312" w:eastAsia="仿宋_GB2312" w:cs="宋体" w:hint="eastAsia"/>
                <w:sz w:val="24"/>
              </w:rPr>
              <w:t>联系人：</w:t>
            </w:r>
          </w:p>
          <w:p w:rsidR="00541537" w:rsidRDefault="00541537" w:rsidP="00EA3B81">
            <w:pPr>
              <w:spacing w:line="40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手机：</w:t>
            </w:r>
            <w:r>
              <w:rPr>
                <w:rFonts w:ascii="仿宋_GB2312" w:eastAsia="仿宋_GB2312" w:cs="宋体"/>
                <w:sz w:val="24"/>
              </w:rPr>
              <w:t xml:space="preserve">                           </w:t>
            </w:r>
            <w:r>
              <w:rPr>
                <w:rFonts w:ascii="仿宋_GB2312" w:eastAsia="仿宋_GB2312" w:cs="宋体" w:hint="eastAsia"/>
                <w:sz w:val="24"/>
              </w:rPr>
              <w:t>项目建设地址：</w:t>
            </w:r>
          </w:p>
        </w:tc>
      </w:tr>
      <w:tr w:rsidR="00541537" w:rsidRPr="00E5717B" w:rsidTr="00E5717B">
        <w:trPr>
          <w:trHeight w:val="599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>1</w:t>
            </w:r>
            <w:r>
              <w:rPr>
                <w:rFonts w:ascii="仿宋_GB2312" w:eastAsia="仿宋_GB2312" w:cs="宋体" w:hint="eastAsia"/>
                <w:sz w:val="24"/>
              </w:rPr>
              <w:t>、企业基本情况</w:t>
            </w:r>
          </w:p>
        </w:tc>
        <w:tc>
          <w:tcPr>
            <w:tcW w:w="3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5717B">
            <w:pPr>
              <w:spacing w:line="46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包括：</w:t>
            </w:r>
            <w:r>
              <w:rPr>
                <w:rFonts w:ascii="仿宋_GB2312" w:eastAsia="仿宋_GB2312" w:cs="宋体"/>
                <w:sz w:val="24"/>
              </w:rPr>
              <w:t>2025</w:t>
            </w:r>
            <w:r>
              <w:rPr>
                <w:rFonts w:ascii="仿宋_GB2312" w:eastAsia="仿宋_GB2312" w:cs="宋体" w:hint="eastAsia"/>
                <w:sz w:val="24"/>
              </w:rPr>
              <w:t>年企业生产规模、总产值、龙头企业资质等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</w:tc>
      </w:tr>
      <w:tr w:rsidR="00541537" w:rsidTr="00E5717B">
        <w:trPr>
          <w:trHeight w:val="655"/>
          <w:jc w:val="center"/>
        </w:trPr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>2</w:t>
            </w:r>
            <w:r>
              <w:rPr>
                <w:rFonts w:ascii="仿宋_GB2312" w:eastAsia="仿宋_GB2312" w:cs="宋体" w:hint="eastAsia"/>
                <w:sz w:val="24"/>
              </w:rPr>
              <w:t>、相关投资概算</w:t>
            </w:r>
          </w:p>
        </w:tc>
        <w:tc>
          <w:tcPr>
            <w:tcW w:w="3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总投资（万元）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</w:tc>
      </w:tr>
      <w:tr w:rsidR="00541537" w:rsidTr="00E5717B">
        <w:trPr>
          <w:trHeight w:val="760"/>
          <w:jc w:val="center"/>
        </w:trPr>
        <w:tc>
          <w:tcPr>
            <w:tcW w:w="20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</w:pPr>
          </w:p>
        </w:tc>
        <w:tc>
          <w:tcPr>
            <w:tcW w:w="3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硬件设施投资概算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</w:tc>
      </w:tr>
      <w:tr w:rsidR="00541537" w:rsidTr="00E5717B">
        <w:trPr>
          <w:trHeight w:val="850"/>
          <w:jc w:val="center"/>
        </w:trPr>
        <w:tc>
          <w:tcPr>
            <w:tcW w:w="20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</w:pPr>
          </w:p>
        </w:tc>
        <w:tc>
          <w:tcPr>
            <w:tcW w:w="3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软件开发投资概算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</w:tc>
      </w:tr>
      <w:tr w:rsidR="00541537" w:rsidTr="00E5717B">
        <w:trPr>
          <w:trHeight w:val="838"/>
          <w:jc w:val="center"/>
        </w:trPr>
        <w:tc>
          <w:tcPr>
            <w:tcW w:w="20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</w:pPr>
          </w:p>
        </w:tc>
        <w:tc>
          <w:tcPr>
            <w:tcW w:w="3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jc w:val="center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其它配套投资概算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</w:tc>
      </w:tr>
      <w:tr w:rsidR="00541537" w:rsidTr="00E5717B">
        <w:trPr>
          <w:trHeight w:val="3100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>3</w:t>
            </w:r>
            <w:r>
              <w:rPr>
                <w:rFonts w:ascii="仿宋_GB2312" w:eastAsia="仿宋_GB2312" w:cs="宋体" w:hint="eastAsia"/>
                <w:sz w:val="24"/>
              </w:rPr>
              <w:t>、申报企业法人代表签章</w:t>
            </w:r>
          </w:p>
        </w:tc>
        <w:tc>
          <w:tcPr>
            <w:tcW w:w="6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 xml:space="preserve"> </w:t>
            </w:r>
          </w:p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签字（盖章）：</w:t>
            </w:r>
          </w:p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</w:p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 xml:space="preserve">                  </w:t>
            </w:r>
            <w:r>
              <w:rPr>
                <w:rFonts w:ascii="仿宋_GB2312" w:eastAsia="仿宋_GB2312" w:cs="宋体" w:hint="eastAsia"/>
                <w:sz w:val="24"/>
              </w:rPr>
              <w:t>时间：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年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月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日</w:t>
            </w:r>
          </w:p>
        </w:tc>
      </w:tr>
      <w:tr w:rsidR="00541537" w:rsidTr="00E5717B">
        <w:trPr>
          <w:trHeight w:val="2845"/>
          <w:jc w:val="center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>4</w:t>
            </w:r>
            <w:r>
              <w:rPr>
                <w:rFonts w:ascii="仿宋_GB2312" w:eastAsia="仿宋_GB2312" w:cs="宋体" w:hint="eastAsia"/>
                <w:sz w:val="24"/>
              </w:rPr>
              <w:t>、县级农业农村部门审核意见</w:t>
            </w:r>
          </w:p>
        </w:tc>
        <w:tc>
          <w:tcPr>
            <w:tcW w:w="6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</w:p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  <w:r>
              <w:rPr>
                <w:rFonts w:ascii="仿宋_GB2312" w:eastAsia="仿宋_GB2312" w:cs="宋体" w:hint="eastAsia"/>
                <w:sz w:val="24"/>
              </w:rPr>
              <w:t>签字（盖章）：</w:t>
            </w:r>
          </w:p>
          <w:p w:rsidR="00541537" w:rsidRDefault="00541537" w:rsidP="00EA3B81">
            <w:pPr>
              <w:spacing w:line="460" w:lineRule="exact"/>
              <w:rPr>
                <w:rFonts w:ascii="仿宋_GB2312" w:eastAsia="仿宋_GB2312" w:cs="宋体"/>
                <w:sz w:val="24"/>
              </w:rPr>
            </w:pPr>
          </w:p>
          <w:p w:rsidR="00541537" w:rsidRDefault="00541537" w:rsidP="00EA3B81">
            <w:pPr>
              <w:spacing w:line="4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宋体"/>
                <w:sz w:val="24"/>
              </w:rPr>
              <w:t xml:space="preserve">                   </w:t>
            </w:r>
            <w:r>
              <w:rPr>
                <w:rFonts w:ascii="仿宋_GB2312" w:eastAsia="仿宋_GB2312" w:cs="宋体" w:hint="eastAsia"/>
                <w:sz w:val="24"/>
              </w:rPr>
              <w:t>时间：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年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月</w:t>
            </w:r>
            <w:r>
              <w:rPr>
                <w:rFonts w:ascii="仿宋_GB2312" w:eastAsia="仿宋_GB2312" w:cs="宋体"/>
                <w:sz w:val="24"/>
              </w:rPr>
              <w:t xml:space="preserve">  </w:t>
            </w:r>
            <w:r>
              <w:rPr>
                <w:rFonts w:ascii="仿宋_GB2312" w:eastAsia="仿宋_GB2312" w:cs="宋体" w:hint="eastAsia"/>
                <w:sz w:val="24"/>
              </w:rPr>
              <w:t>日</w:t>
            </w:r>
          </w:p>
        </w:tc>
      </w:tr>
    </w:tbl>
    <w:p w:rsidR="00541537" w:rsidRPr="004647BE" w:rsidRDefault="00541537" w:rsidP="004647BE">
      <w:pPr>
        <w:spacing w:line="600" w:lineRule="exact"/>
        <w:rPr>
          <w:rFonts w:ascii="仿宋_GB2312" w:eastAsia="仿宋_GB2312"/>
          <w:sz w:val="24"/>
          <w:szCs w:val="24"/>
        </w:rPr>
      </w:pPr>
    </w:p>
    <w:sectPr w:rsidR="00541537" w:rsidRPr="004647BE" w:rsidSect="006702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531" w:bottom="1587" w:left="1531" w:header="851" w:footer="1417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537" w:rsidRDefault="00541537">
      <w:r>
        <w:separator/>
      </w:r>
    </w:p>
  </w:endnote>
  <w:endnote w:type="continuationSeparator" w:id="0">
    <w:p w:rsidR="00541537" w:rsidRDefault="00541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??">
    <w:altName w:val="??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5" o:spid="_x0000_s2049" type="#_x0000_t202" style="position:absolute;margin-left:218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541537" w:rsidRDefault="00541537">
                <w:pPr>
                  <w:snapToGrid w:val="0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537" w:rsidRDefault="00541537">
      <w:r>
        <w:separator/>
      </w:r>
    </w:p>
  </w:footnote>
  <w:footnote w:type="continuationSeparator" w:id="0">
    <w:p w:rsidR="00541537" w:rsidRDefault="00541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 w:rsidP="00501F5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537" w:rsidRDefault="005415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F69"/>
    <w:rsid w:val="0001021C"/>
    <w:rsid w:val="00030BAA"/>
    <w:rsid w:val="00031A73"/>
    <w:rsid w:val="00070746"/>
    <w:rsid w:val="000808D4"/>
    <w:rsid w:val="000B150C"/>
    <w:rsid w:val="000D01B2"/>
    <w:rsid w:val="000D5F07"/>
    <w:rsid w:val="000F1A43"/>
    <w:rsid w:val="000F316E"/>
    <w:rsid w:val="00143BC1"/>
    <w:rsid w:val="0016419B"/>
    <w:rsid w:val="00164C45"/>
    <w:rsid w:val="00172A27"/>
    <w:rsid w:val="00177721"/>
    <w:rsid w:val="00192DA0"/>
    <w:rsid w:val="00195DDB"/>
    <w:rsid w:val="001B61D7"/>
    <w:rsid w:val="001B772A"/>
    <w:rsid w:val="001C1678"/>
    <w:rsid w:val="001C43BB"/>
    <w:rsid w:val="00217F1E"/>
    <w:rsid w:val="002211D8"/>
    <w:rsid w:val="00223456"/>
    <w:rsid w:val="00234709"/>
    <w:rsid w:val="00240E9E"/>
    <w:rsid w:val="00252243"/>
    <w:rsid w:val="00256597"/>
    <w:rsid w:val="00262ED3"/>
    <w:rsid w:val="00297B2B"/>
    <w:rsid w:val="002A3057"/>
    <w:rsid w:val="002C5558"/>
    <w:rsid w:val="002D2984"/>
    <w:rsid w:val="002F4E6C"/>
    <w:rsid w:val="00313F5C"/>
    <w:rsid w:val="00341AE1"/>
    <w:rsid w:val="00346323"/>
    <w:rsid w:val="003600E0"/>
    <w:rsid w:val="003742E1"/>
    <w:rsid w:val="00383B7B"/>
    <w:rsid w:val="003B5F4E"/>
    <w:rsid w:val="003D0D10"/>
    <w:rsid w:val="003D4000"/>
    <w:rsid w:val="003D78D0"/>
    <w:rsid w:val="00414373"/>
    <w:rsid w:val="00435672"/>
    <w:rsid w:val="00450E6E"/>
    <w:rsid w:val="004633D3"/>
    <w:rsid w:val="004647BE"/>
    <w:rsid w:val="004A405D"/>
    <w:rsid w:val="004A4B6D"/>
    <w:rsid w:val="004A6641"/>
    <w:rsid w:val="004C4DD1"/>
    <w:rsid w:val="004D028B"/>
    <w:rsid w:val="004F553C"/>
    <w:rsid w:val="00501F57"/>
    <w:rsid w:val="005231C1"/>
    <w:rsid w:val="00541537"/>
    <w:rsid w:val="0054746E"/>
    <w:rsid w:val="005807B3"/>
    <w:rsid w:val="00585A75"/>
    <w:rsid w:val="005A519B"/>
    <w:rsid w:val="005A7122"/>
    <w:rsid w:val="005B2544"/>
    <w:rsid w:val="005B2908"/>
    <w:rsid w:val="005B2FBD"/>
    <w:rsid w:val="005B4040"/>
    <w:rsid w:val="005B6FA0"/>
    <w:rsid w:val="005C359A"/>
    <w:rsid w:val="005D3B85"/>
    <w:rsid w:val="005F34AB"/>
    <w:rsid w:val="0060569E"/>
    <w:rsid w:val="00607A61"/>
    <w:rsid w:val="00617428"/>
    <w:rsid w:val="006242C9"/>
    <w:rsid w:val="00654D89"/>
    <w:rsid w:val="006575BD"/>
    <w:rsid w:val="006675EB"/>
    <w:rsid w:val="006702CD"/>
    <w:rsid w:val="00672E94"/>
    <w:rsid w:val="006746FF"/>
    <w:rsid w:val="00681827"/>
    <w:rsid w:val="00691548"/>
    <w:rsid w:val="0069543C"/>
    <w:rsid w:val="006A6648"/>
    <w:rsid w:val="006A6FBC"/>
    <w:rsid w:val="006B605F"/>
    <w:rsid w:val="006C7F11"/>
    <w:rsid w:val="006F3282"/>
    <w:rsid w:val="007163E6"/>
    <w:rsid w:val="00722EE4"/>
    <w:rsid w:val="00741060"/>
    <w:rsid w:val="007457C3"/>
    <w:rsid w:val="007508E2"/>
    <w:rsid w:val="0076301B"/>
    <w:rsid w:val="0077394F"/>
    <w:rsid w:val="0079632D"/>
    <w:rsid w:val="007A0E65"/>
    <w:rsid w:val="007B4937"/>
    <w:rsid w:val="007B55D1"/>
    <w:rsid w:val="007B74E2"/>
    <w:rsid w:val="007E26E7"/>
    <w:rsid w:val="007E2DDD"/>
    <w:rsid w:val="007E6EC4"/>
    <w:rsid w:val="007E6FFE"/>
    <w:rsid w:val="007F14A8"/>
    <w:rsid w:val="00816597"/>
    <w:rsid w:val="0082099F"/>
    <w:rsid w:val="00826323"/>
    <w:rsid w:val="00826411"/>
    <w:rsid w:val="0083062C"/>
    <w:rsid w:val="00840D3B"/>
    <w:rsid w:val="00841FB5"/>
    <w:rsid w:val="00855628"/>
    <w:rsid w:val="008745DE"/>
    <w:rsid w:val="008760C7"/>
    <w:rsid w:val="00893342"/>
    <w:rsid w:val="008D6FBF"/>
    <w:rsid w:val="00912B3D"/>
    <w:rsid w:val="00932A83"/>
    <w:rsid w:val="00955A71"/>
    <w:rsid w:val="00964F7F"/>
    <w:rsid w:val="0096598E"/>
    <w:rsid w:val="00965A9E"/>
    <w:rsid w:val="00970A04"/>
    <w:rsid w:val="0099505F"/>
    <w:rsid w:val="009A45ED"/>
    <w:rsid w:val="009C5851"/>
    <w:rsid w:val="00A13884"/>
    <w:rsid w:val="00A155BD"/>
    <w:rsid w:val="00A22A9E"/>
    <w:rsid w:val="00A2509F"/>
    <w:rsid w:val="00A30E80"/>
    <w:rsid w:val="00A54BC2"/>
    <w:rsid w:val="00A5511E"/>
    <w:rsid w:val="00A90011"/>
    <w:rsid w:val="00AA68EA"/>
    <w:rsid w:val="00AB2AC2"/>
    <w:rsid w:val="00AD4CFA"/>
    <w:rsid w:val="00B04C37"/>
    <w:rsid w:val="00B22100"/>
    <w:rsid w:val="00B26DA7"/>
    <w:rsid w:val="00B7022B"/>
    <w:rsid w:val="00B75CD0"/>
    <w:rsid w:val="00BB0658"/>
    <w:rsid w:val="00BC34E6"/>
    <w:rsid w:val="00BD7739"/>
    <w:rsid w:val="00BE21B0"/>
    <w:rsid w:val="00BE22A1"/>
    <w:rsid w:val="00BE247D"/>
    <w:rsid w:val="00BF27AC"/>
    <w:rsid w:val="00BF2E29"/>
    <w:rsid w:val="00BF6340"/>
    <w:rsid w:val="00C03641"/>
    <w:rsid w:val="00C10CEB"/>
    <w:rsid w:val="00C3070E"/>
    <w:rsid w:val="00C541FD"/>
    <w:rsid w:val="00C6258F"/>
    <w:rsid w:val="00C8677C"/>
    <w:rsid w:val="00C93166"/>
    <w:rsid w:val="00C95566"/>
    <w:rsid w:val="00CB0957"/>
    <w:rsid w:val="00CF65AF"/>
    <w:rsid w:val="00D07984"/>
    <w:rsid w:val="00D317F2"/>
    <w:rsid w:val="00D379FC"/>
    <w:rsid w:val="00D418D5"/>
    <w:rsid w:val="00D41EE0"/>
    <w:rsid w:val="00D57C67"/>
    <w:rsid w:val="00D616A9"/>
    <w:rsid w:val="00D670FC"/>
    <w:rsid w:val="00D855C5"/>
    <w:rsid w:val="00D9363D"/>
    <w:rsid w:val="00DA1431"/>
    <w:rsid w:val="00DE664D"/>
    <w:rsid w:val="00DF57D5"/>
    <w:rsid w:val="00E43DD8"/>
    <w:rsid w:val="00E5717B"/>
    <w:rsid w:val="00E65DAA"/>
    <w:rsid w:val="00E67395"/>
    <w:rsid w:val="00E72629"/>
    <w:rsid w:val="00E72C99"/>
    <w:rsid w:val="00EA3B81"/>
    <w:rsid w:val="00EA49EB"/>
    <w:rsid w:val="00EA5D92"/>
    <w:rsid w:val="00EB2998"/>
    <w:rsid w:val="00EE6235"/>
    <w:rsid w:val="00EF4B0C"/>
    <w:rsid w:val="00EF77E2"/>
    <w:rsid w:val="00F223DE"/>
    <w:rsid w:val="00F26192"/>
    <w:rsid w:val="00F34E2E"/>
    <w:rsid w:val="00F35967"/>
    <w:rsid w:val="00F44F19"/>
    <w:rsid w:val="00F53BAF"/>
    <w:rsid w:val="00F8441B"/>
    <w:rsid w:val="00FE71C2"/>
    <w:rsid w:val="00FF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702CD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uiPriority w:val="99"/>
    <w:locked/>
    <w:rsid w:val="006702CD"/>
    <w:rPr>
      <w:rFonts w:ascii="Calibri" w:hAnsi="Calibri"/>
      <w:kern w:val="2"/>
      <w:sz w:val="18"/>
    </w:rPr>
  </w:style>
  <w:style w:type="character" w:styleId="Hyperlink">
    <w:name w:val="Hyperlink"/>
    <w:basedOn w:val="DefaultParagraphFont"/>
    <w:uiPriority w:val="99"/>
    <w:rsid w:val="006702CD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1"/>
    <w:uiPriority w:val="99"/>
    <w:rsid w:val="006702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414373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D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78D0"/>
    <w:rPr>
      <w:rFonts w:ascii="Calibri" w:hAnsi="Calibri" w:cs="Times New Roman"/>
      <w:kern w:val="2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3D78D0"/>
    <w:pPr>
      <w:ind w:firstLineChars="200" w:firstLine="200"/>
    </w:pPr>
    <w:rPr>
      <w:rFonts w:ascii="仿宋_GB2312" w:eastAsia="仿宋_GB2312" w:hAnsi="Times New Roman" w:cs="Arial"/>
      <w:sz w:val="32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D78D0"/>
    <w:rPr>
      <w:rFonts w:ascii="仿宋_GB2312" w:eastAsia="仿宋_GB2312" w:cs="Arial"/>
      <w:kern w:val="2"/>
      <w:sz w:val="24"/>
      <w:szCs w:val="24"/>
      <w:lang w:val="en-US" w:eastAsia="zh-CN" w:bidi="ar-SA"/>
    </w:rPr>
  </w:style>
  <w:style w:type="paragraph" w:customStyle="1" w:styleId="1">
    <w:name w:val="列出段落1"/>
    <w:next w:val="Index5"/>
    <w:uiPriority w:val="99"/>
    <w:rsid w:val="003D78D0"/>
    <w:pPr>
      <w:widowControl w:val="0"/>
      <w:ind w:firstLineChars="200" w:firstLine="200"/>
      <w:jc w:val="both"/>
    </w:pPr>
    <w:rPr>
      <w:rFonts w:ascii="??" w:eastAsia="Times New Roman" w:cs="Arial"/>
    </w:rPr>
  </w:style>
  <w:style w:type="paragraph" w:styleId="Index5">
    <w:name w:val="index 5"/>
    <w:basedOn w:val="Normal"/>
    <w:next w:val="Normal"/>
    <w:autoRedefine/>
    <w:uiPriority w:val="99"/>
    <w:rsid w:val="003D78D0"/>
    <w:pPr>
      <w:ind w:leftChars="800" w:left="800"/>
    </w:pPr>
  </w:style>
  <w:style w:type="paragraph" w:styleId="Date">
    <w:name w:val="Date"/>
    <w:basedOn w:val="Normal"/>
    <w:next w:val="Normal"/>
    <w:link w:val="DateChar"/>
    <w:uiPriority w:val="99"/>
    <w:rsid w:val="00D670FC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D670FC"/>
    <w:rPr>
      <w:rFonts w:ascii="Calibri" w:hAnsi="Calibri" w:cs="Times New Roman"/>
      <w:kern w:val="2"/>
      <w:sz w:val="22"/>
      <w:szCs w:val="22"/>
    </w:rPr>
  </w:style>
  <w:style w:type="paragraph" w:styleId="NormalWeb">
    <w:name w:val="Normal (Web)"/>
    <w:basedOn w:val="Normal"/>
    <w:uiPriority w:val="99"/>
    <w:rsid w:val="005A7122"/>
    <w:pPr>
      <w:widowControl/>
      <w:spacing w:before="100" w:beforeAutospacing="1" w:after="100" w:afterAutospacing="1"/>
      <w:jc w:val="left"/>
    </w:pPr>
    <w:rPr>
      <w:rFonts w:ascii="宋体" w:hAnsi="Times New Roman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BE21B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45</Words>
  <Characters>257</Characters>
  <Application>Microsoft Office Outlook</Application>
  <DocSecurity>0</DocSecurity>
  <Lines>0</Lines>
  <Paragraphs>0</Paragraphs>
  <ScaleCrop>false</ScaleCrop>
  <Company>DADI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明政办〔2017〕号</dc:title>
  <dc:subject/>
  <dc:creator>Administrator</dc:creator>
  <cp:keywords/>
  <dc:description/>
  <cp:lastModifiedBy>微软用户</cp:lastModifiedBy>
  <cp:revision>42</cp:revision>
  <cp:lastPrinted>2025-11-27T03:04:00Z</cp:lastPrinted>
  <dcterms:created xsi:type="dcterms:W3CDTF">2023-10-07T09:29:00Z</dcterms:created>
  <dcterms:modified xsi:type="dcterms:W3CDTF">2025-11-27T08:58:00Z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